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DB5" w:rsidRPr="00317A0A" w:rsidRDefault="003F0DB5">
      <w:pPr>
        <w:jc w:val="center"/>
        <w:rPr>
          <w:sz w:val="22"/>
          <w:szCs w:val="22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Pr="00317A0A">
        <w:rPr>
          <w:sz w:val="22"/>
          <w:szCs w:val="22"/>
          <w:u w:val="single"/>
        </w:rPr>
        <w:t>Allegato 3A</w:t>
      </w:r>
    </w:p>
    <w:p w:rsidR="003F0DB5" w:rsidRDefault="003F0DB5">
      <w:pPr>
        <w:jc w:val="center"/>
        <w:rPr>
          <w:sz w:val="28"/>
          <w:szCs w:val="28"/>
        </w:rPr>
      </w:pPr>
    </w:p>
    <w:p w:rsidR="003F0DB5" w:rsidRDefault="003F0DB5">
      <w:pPr>
        <w:jc w:val="center"/>
        <w:rPr>
          <w:sz w:val="28"/>
          <w:szCs w:val="28"/>
        </w:rPr>
      </w:pPr>
    </w:p>
    <w:p w:rsidR="003F0DB5" w:rsidRPr="00F32E2F" w:rsidRDefault="003F0DB5">
      <w:pPr>
        <w:jc w:val="center"/>
      </w:pPr>
      <w:r w:rsidRPr="00F32E2F">
        <w:rPr>
          <w:sz w:val="28"/>
          <w:szCs w:val="28"/>
        </w:rPr>
        <w:t xml:space="preserve">AL SERVIZIO UNICO METROPOLITANO </w:t>
      </w:r>
    </w:p>
    <w:p w:rsidR="003F0DB5" w:rsidRPr="00F32E2F" w:rsidRDefault="003F0DB5">
      <w:pPr>
        <w:jc w:val="center"/>
      </w:pPr>
      <w:r w:rsidRPr="00F32E2F">
        <w:rPr>
          <w:sz w:val="28"/>
          <w:szCs w:val="28"/>
        </w:rPr>
        <w:t>AMMINISTRAZIONE DEL PERSONALE</w:t>
      </w:r>
    </w:p>
    <w:p w:rsidR="003F0DB5" w:rsidRPr="00317A0A" w:rsidRDefault="003F0DB5">
      <w:pPr>
        <w:jc w:val="center"/>
      </w:pPr>
      <w:r w:rsidRPr="00317A0A">
        <w:rPr>
          <w:sz w:val="28"/>
          <w:szCs w:val="28"/>
        </w:rPr>
        <w:t xml:space="preserve">Tel. </w:t>
      </w:r>
      <w:smartTag w:uri="urn:schemas-microsoft-com:office:smarttags" w:element="phone">
        <w:smartTagPr>
          <w:attr w:name="ls" w:val="trans"/>
        </w:smartTagPr>
        <w:r w:rsidRPr="00317A0A">
          <w:rPr>
            <w:sz w:val="28"/>
            <w:szCs w:val="28"/>
          </w:rPr>
          <w:t>051/6079857</w:t>
        </w:r>
      </w:smartTag>
      <w:r w:rsidRPr="00317A0A">
        <w:rPr>
          <w:sz w:val="28"/>
          <w:szCs w:val="28"/>
        </w:rPr>
        <w:t xml:space="preserve"> Fax </w:t>
      </w:r>
      <w:smartTag w:uri="urn:schemas-microsoft-com:office:smarttags" w:element="phone">
        <w:smartTagPr>
          <w:attr w:name="ls" w:val="trans"/>
        </w:smartTagPr>
        <w:r w:rsidRPr="00317A0A">
          <w:rPr>
            <w:sz w:val="28"/>
            <w:szCs w:val="28"/>
          </w:rPr>
          <w:t>051/6079890</w:t>
        </w:r>
      </w:smartTag>
    </w:p>
    <w:p w:rsidR="003F0DB5" w:rsidRPr="00317A0A" w:rsidRDefault="003F0DB5">
      <w:pPr>
        <w:jc w:val="center"/>
      </w:pPr>
      <w:r w:rsidRPr="00317A0A">
        <w:rPr>
          <w:sz w:val="28"/>
          <w:szCs w:val="28"/>
        </w:rPr>
        <w:t>amministrazione.personale@pec.ausl.bologna.it</w:t>
      </w:r>
    </w:p>
    <w:p w:rsidR="003F0DB5" w:rsidRPr="00317A0A" w:rsidRDefault="003F0DB5">
      <w:pPr>
        <w:rPr>
          <w:rFonts w:ascii="Bookman Old Style" w:hAnsi="Bookman Old Style" w:cs="Bookman Old Style"/>
          <w:sz w:val="28"/>
          <w:szCs w:val="28"/>
        </w:rPr>
      </w:pPr>
    </w:p>
    <w:p w:rsidR="003F0DB5" w:rsidRPr="00317A0A" w:rsidRDefault="003F0DB5">
      <w:pPr>
        <w:rPr>
          <w:rFonts w:ascii="Bookman Old Style" w:hAnsi="Bookman Old Style" w:cs="Bookman Old Style"/>
          <w:sz w:val="28"/>
          <w:szCs w:val="28"/>
        </w:rPr>
      </w:pPr>
    </w:p>
    <w:p w:rsidR="003F0DB5" w:rsidRDefault="003F0DB5">
      <w:pPr>
        <w:autoSpaceDE w:val="0"/>
      </w:pPr>
      <w:r>
        <w:t>Il/La sottoscritto/a Dott./Dott.ssa ____________________________________________________</w:t>
      </w:r>
    </w:p>
    <w:p w:rsidR="003F0DB5" w:rsidRDefault="003F0DB5">
      <w:pPr>
        <w:autoSpaceDE w:val="0"/>
      </w:pPr>
    </w:p>
    <w:p w:rsidR="003F0DB5" w:rsidRDefault="003F0DB5">
      <w:pPr>
        <w:autoSpaceDE w:val="0"/>
      </w:pPr>
      <w:r>
        <w:t>nato/a a_______________________________________________ (Prov. _____ ) il___________</w:t>
      </w:r>
    </w:p>
    <w:p w:rsidR="003F0DB5" w:rsidRDefault="003F0DB5">
      <w:pPr>
        <w:autoSpaceDE w:val="0"/>
      </w:pPr>
    </w:p>
    <w:p w:rsidR="003F0DB5" w:rsidRDefault="003F0DB5">
      <w:pPr>
        <w:autoSpaceDE w:val="0"/>
      </w:pPr>
      <w:r>
        <w:t>codice fiscale ____________________________________________________________________</w:t>
      </w:r>
    </w:p>
    <w:p w:rsidR="003F0DB5" w:rsidRDefault="003F0DB5">
      <w:pPr>
        <w:autoSpaceDE w:val="0"/>
      </w:pPr>
    </w:p>
    <w:p w:rsidR="003F0DB5" w:rsidRDefault="003F0DB5">
      <w:pPr>
        <w:autoSpaceDE w:val="0"/>
      </w:pPr>
      <w:r>
        <w:t>residente a _______________ ___________________________________________ (Prov. _____ )</w:t>
      </w:r>
    </w:p>
    <w:p w:rsidR="003F0DB5" w:rsidRDefault="003F0DB5">
      <w:pPr>
        <w:autoSpaceDE w:val="0"/>
      </w:pPr>
    </w:p>
    <w:p w:rsidR="003F0DB5" w:rsidRDefault="003F0DB5">
      <w:pPr>
        <w:autoSpaceDE w:val="0"/>
      </w:pPr>
      <w:r>
        <w:t>in via___________________________________________________________________________</w:t>
      </w:r>
    </w:p>
    <w:p w:rsidR="003F0DB5" w:rsidRDefault="003F0DB5">
      <w:pPr>
        <w:autoSpaceDE w:val="0"/>
      </w:pPr>
    </w:p>
    <w:p w:rsidR="003F0DB5" w:rsidRDefault="003F0DB5">
      <w:pPr>
        <w:autoSpaceDE w:val="0"/>
      </w:pPr>
      <w:r>
        <w:t>domicilio (se diverso da residenza)____________________________________________________</w:t>
      </w:r>
    </w:p>
    <w:p w:rsidR="003F0DB5" w:rsidRDefault="003F0DB5">
      <w:pPr>
        <w:autoSpaceDE w:val="0"/>
      </w:pPr>
    </w:p>
    <w:p w:rsidR="003F0DB5" w:rsidRDefault="003F0DB5">
      <w:pPr>
        <w:autoSpaceDE w:val="0"/>
      </w:pPr>
      <w:r>
        <w:t>________________________________________________________________________________</w:t>
      </w:r>
    </w:p>
    <w:p w:rsidR="003F0DB5" w:rsidRDefault="003F0DB5">
      <w:pPr>
        <w:autoSpaceDE w:val="0"/>
      </w:pPr>
    </w:p>
    <w:p w:rsidR="003F0DB5" w:rsidRDefault="003F0DB5">
      <w:pPr>
        <w:autoSpaceDE w:val="0"/>
      </w:pPr>
      <w:r>
        <w:t>tel.______________________________________cell._______________ ____________________</w:t>
      </w:r>
    </w:p>
    <w:p w:rsidR="003F0DB5" w:rsidRDefault="003F0DB5">
      <w:pPr>
        <w:autoSpaceDE w:val="0"/>
      </w:pPr>
    </w:p>
    <w:p w:rsidR="003F0DB5" w:rsidRDefault="003F0DB5">
      <w:pPr>
        <w:autoSpaceDE w:val="0"/>
      </w:pPr>
      <w:r>
        <w:t>e-mail___________________________________</w:t>
      </w:r>
    </w:p>
    <w:p w:rsidR="003F0DB5" w:rsidRDefault="003F0DB5">
      <w:pPr>
        <w:autoSpaceDE w:val="0"/>
      </w:pPr>
    </w:p>
    <w:p w:rsidR="003F0DB5" w:rsidRDefault="003F0DB5">
      <w:pPr>
        <w:autoSpaceDE w:val="0"/>
      </w:pPr>
      <w:r>
        <w:t>iscritto/a alla Scuola di Specializzazione in ____________________________________________</w:t>
      </w:r>
    </w:p>
    <w:p w:rsidR="003F0DB5" w:rsidRDefault="003F0DB5">
      <w:pPr>
        <w:autoSpaceDE w:val="0"/>
      </w:pPr>
    </w:p>
    <w:p w:rsidR="003F0DB5" w:rsidRDefault="003F0DB5">
      <w:pPr>
        <w:autoSpaceDE w:val="0"/>
      </w:pPr>
      <w:r>
        <w:t>a.a. _____________________ anno di corso ___________</w:t>
      </w:r>
    </w:p>
    <w:p w:rsidR="003F0DB5" w:rsidRDefault="003F0DB5">
      <w:pPr>
        <w:autoSpaceDE w:val="0"/>
      </w:pPr>
    </w:p>
    <w:p w:rsidR="003F0DB5" w:rsidRDefault="003F0DB5">
      <w:pPr>
        <w:autoSpaceDE w:val="0"/>
        <w:jc w:val="center"/>
      </w:pPr>
      <w:r>
        <w:t>DICHIARA</w:t>
      </w:r>
    </w:p>
    <w:p w:rsidR="003F0DB5" w:rsidRDefault="003F0DB5">
      <w:pPr>
        <w:autoSpaceDE w:val="0"/>
      </w:pPr>
    </w:p>
    <w:p w:rsidR="003F0DB5" w:rsidRDefault="003F0DB5">
      <w:pPr>
        <w:autoSpaceDE w:val="0"/>
      </w:pPr>
      <w:r>
        <w:t xml:space="preserve">di ricevere in data _______________________ </w:t>
      </w:r>
    </w:p>
    <w:p w:rsidR="003F0DB5" w:rsidRDefault="003F0DB5">
      <w:pPr>
        <w:autoSpaceDE w:val="0"/>
      </w:pPr>
    </w:p>
    <w:p w:rsidR="003F0DB5" w:rsidRDefault="003F0DB5">
      <w:pPr>
        <w:autoSpaceDE w:val="0"/>
      </w:pPr>
      <w:r>
        <w:t xml:space="preserve">Nr. 1 Badge per la rilevazione informatizzata della presenza </w:t>
      </w:r>
    </w:p>
    <w:p w:rsidR="003F0DB5" w:rsidRDefault="003F0DB5">
      <w:pPr>
        <w:autoSpaceDE w:val="0"/>
      </w:pPr>
    </w:p>
    <w:p w:rsidR="003F0DB5" w:rsidRDefault="003F0DB5">
      <w:pPr>
        <w:autoSpaceDE w:val="0"/>
      </w:pPr>
      <w:r>
        <w:t xml:space="preserve">Firma (………………………………………..) </w:t>
      </w:r>
    </w:p>
    <w:p w:rsidR="003F0DB5" w:rsidRDefault="003F0DB5">
      <w:pPr>
        <w:autoSpaceDE w:val="0"/>
      </w:pPr>
    </w:p>
    <w:p w:rsidR="003F0DB5" w:rsidRDefault="003F0DB5">
      <w:pPr>
        <w:autoSpaceDE w:val="0"/>
        <w:jc w:val="center"/>
      </w:pPr>
      <w:r>
        <w:t>SI IMPEGNA</w:t>
      </w:r>
    </w:p>
    <w:p w:rsidR="003F0DB5" w:rsidRDefault="003F0DB5">
      <w:pPr>
        <w:autoSpaceDE w:val="0"/>
        <w:jc w:val="center"/>
      </w:pPr>
    </w:p>
    <w:p w:rsidR="003F0DB5" w:rsidRDefault="003F0DB5">
      <w:pPr>
        <w:autoSpaceDE w:val="0"/>
      </w:pPr>
      <w:r>
        <w:rPr>
          <w:b/>
          <w:bCs/>
        </w:rPr>
        <w:t>alla restituzione del badge entro 10 gg dal verificarsi di uno seguenti eventi:</w:t>
      </w:r>
    </w:p>
    <w:p w:rsidR="003F0DB5" w:rsidRDefault="003F0DB5">
      <w:pPr>
        <w:autoSpaceDE w:val="0"/>
        <w:rPr>
          <w:b/>
          <w:bCs/>
        </w:rPr>
      </w:pPr>
    </w:p>
    <w:p w:rsidR="003F0DB5" w:rsidRDefault="003F0DB5">
      <w:pPr>
        <w:autoSpaceDE w:val="0"/>
      </w:pPr>
      <w:r>
        <w:rPr>
          <w:rFonts w:ascii="Courier" w:hAnsi="Courier" w:cs="Courier"/>
        </w:rPr>
        <w:t xml:space="preserve">o </w:t>
      </w:r>
      <w:r>
        <w:rPr>
          <w:b/>
          <w:bCs/>
        </w:rPr>
        <w:t xml:space="preserve">Frequenze in strutture esterne all’Istituto Ortopedico Rizzoli </w:t>
      </w:r>
    </w:p>
    <w:p w:rsidR="003F0DB5" w:rsidRDefault="003F0DB5">
      <w:pPr>
        <w:autoSpaceDE w:val="0"/>
      </w:pPr>
      <w:r>
        <w:rPr>
          <w:rFonts w:ascii="Courier" w:hAnsi="Courier" w:cs="Courier"/>
        </w:rPr>
        <w:t xml:space="preserve">o </w:t>
      </w:r>
      <w:r>
        <w:rPr>
          <w:b/>
          <w:bCs/>
        </w:rPr>
        <w:t>Sospensione / Rinuncia</w:t>
      </w:r>
    </w:p>
    <w:p w:rsidR="003F0DB5" w:rsidRDefault="003F0DB5">
      <w:pPr>
        <w:autoSpaceDE w:val="0"/>
      </w:pPr>
      <w:r>
        <w:rPr>
          <w:rFonts w:ascii="Courier" w:hAnsi="Courier" w:cs="Courier"/>
        </w:rPr>
        <w:t xml:space="preserve">o </w:t>
      </w:r>
      <w:r>
        <w:rPr>
          <w:b/>
          <w:bCs/>
        </w:rPr>
        <w:t>Conseguimento del Diploma di Specialità</w:t>
      </w:r>
    </w:p>
    <w:p w:rsidR="003F0DB5" w:rsidRDefault="003F0DB5">
      <w:pPr>
        <w:autoSpaceDE w:val="0"/>
        <w:rPr>
          <w:b/>
          <w:bCs/>
        </w:rPr>
      </w:pPr>
    </w:p>
    <w:p w:rsidR="003F0DB5" w:rsidRDefault="003F0DB5">
      <w:pPr>
        <w:autoSpaceDE w:val="0"/>
      </w:pPr>
      <w:r>
        <w:rPr>
          <w:sz w:val="18"/>
          <w:szCs w:val="18"/>
        </w:rPr>
        <w:t>Autorizzo ai sensi e agli effetti del Dl.Lgs. 196/03 e succ. mod. l’uso ed il trattamento dei miei dati personali sensibili</w:t>
      </w:r>
    </w:p>
    <w:p w:rsidR="003F0DB5" w:rsidRDefault="003F0DB5">
      <w:pPr>
        <w:rPr>
          <w:sz w:val="18"/>
          <w:szCs w:val="18"/>
        </w:rPr>
      </w:pPr>
    </w:p>
    <w:p w:rsidR="003F0DB5" w:rsidRDefault="003F0DB5"/>
    <w:p w:rsidR="003F0DB5" w:rsidRDefault="003F0DB5"/>
    <w:p w:rsidR="003F0DB5" w:rsidRDefault="003F0DB5">
      <w:r>
        <w:t>Firma (………………………………………..)</w:t>
      </w:r>
    </w:p>
    <w:sectPr w:rsidR="003F0DB5" w:rsidSect="00A1108C">
      <w:pgSz w:w="11906" w:h="16838"/>
      <w:pgMar w:top="851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649"/>
    <w:rsid w:val="00065E73"/>
    <w:rsid w:val="000E3649"/>
    <w:rsid w:val="00167321"/>
    <w:rsid w:val="00214169"/>
    <w:rsid w:val="00317A0A"/>
    <w:rsid w:val="003F0DB5"/>
    <w:rsid w:val="004610E7"/>
    <w:rsid w:val="00561B10"/>
    <w:rsid w:val="006A5FA5"/>
    <w:rsid w:val="00702CE5"/>
    <w:rsid w:val="009B5D4C"/>
    <w:rsid w:val="00A1108C"/>
    <w:rsid w:val="00AD50B6"/>
    <w:rsid w:val="00B47DF4"/>
    <w:rsid w:val="00B6360A"/>
    <w:rsid w:val="00D518CF"/>
    <w:rsid w:val="00D71833"/>
    <w:rsid w:val="00DD1D3C"/>
    <w:rsid w:val="00DE0AFD"/>
    <w:rsid w:val="00DE5926"/>
    <w:rsid w:val="00E70573"/>
    <w:rsid w:val="00E86AF4"/>
    <w:rsid w:val="00F32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hon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D3C"/>
    <w:pPr>
      <w:suppressAutoHyphens/>
    </w:pPr>
    <w:rPr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predefinitoparagrafo1">
    <w:name w:val="Car. predefinito paragrafo1"/>
    <w:uiPriority w:val="99"/>
    <w:rsid w:val="00DD1D3C"/>
  </w:style>
  <w:style w:type="paragraph" w:customStyle="1" w:styleId="Titolo1">
    <w:name w:val="Titolo1"/>
    <w:basedOn w:val="Normal"/>
    <w:next w:val="BodyText"/>
    <w:uiPriority w:val="99"/>
    <w:rsid w:val="00DD1D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D1D3C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D50B6"/>
    <w:rPr>
      <w:rFonts w:cs="Times New Roman"/>
      <w:sz w:val="24"/>
      <w:szCs w:val="24"/>
      <w:lang w:eastAsia="zh-CN"/>
    </w:rPr>
  </w:style>
  <w:style w:type="paragraph" w:styleId="List">
    <w:name w:val="List"/>
    <w:basedOn w:val="BodyText"/>
    <w:uiPriority w:val="99"/>
    <w:rsid w:val="00DD1D3C"/>
    <w:rPr>
      <w:rFonts w:cs="Arial"/>
    </w:rPr>
  </w:style>
  <w:style w:type="paragraph" w:styleId="Caption">
    <w:name w:val="caption"/>
    <w:basedOn w:val="Normal"/>
    <w:uiPriority w:val="99"/>
    <w:qFormat/>
    <w:rsid w:val="00DD1D3C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"/>
    <w:uiPriority w:val="99"/>
    <w:rsid w:val="00DD1D3C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249</Words>
  <Characters>1423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SERVIZIO UNICO METROPOLITANO </dc:title>
  <dc:subject/>
  <dc:creator>malpassi</dc:creator>
  <cp:keywords/>
  <dc:description/>
  <cp:lastModifiedBy>radiow</cp:lastModifiedBy>
  <cp:revision>2</cp:revision>
  <cp:lastPrinted>1995-11-21T16:41:00Z</cp:lastPrinted>
  <dcterms:created xsi:type="dcterms:W3CDTF">2025-05-06T12:28:00Z</dcterms:created>
  <dcterms:modified xsi:type="dcterms:W3CDTF">2025-05-06T12:28:00Z</dcterms:modified>
</cp:coreProperties>
</file>